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08F1B7A2"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</w:t>
            </w:r>
            <w:r w:rsidR="00E91BBD">
              <w:rPr>
                <w:rFonts w:ascii="Corbel" w:hAnsi="Corbel"/>
                <w:bCs/>
                <w:sz w:val="24"/>
                <w:szCs w:val="24"/>
              </w:rPr>
              <w:t>aktyka wykluczenia społecznego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D62CC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D62CC" w:rsidRPr="00B169DF" w:rsidRDefault="008D62C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68055394"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62CC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D62CC" w:rsidRPr="00B169DF" w:rsidRDefault="008D62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34EED8DB"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D62CC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D62CC" w:rsidRPr="00B169DF" w:rsidRDefault="008D62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4E17DD1B"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32DE3E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2025DB3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F26BF0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19E6B7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45D1DC6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15E064C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2E52B4D"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i zjawiskom, których wynikiem są różne formy </w:t>
            </w:r>
            <w:r w:rsidR="00E91BBD">
              <w:rPr>
                <w:rFonts w:ascii="Corbel" w:eastAsia="Calibri" w:hAnsi="Corbel"/>
                <w:b w:val="0"/>
                <w:szCs w:val="22"/>
                <w:lang w:eastAsia="en-US"/>
              </w:rPr>
              <w:t>wykluczenia społecznego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1329F6A"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 xml:space="preserve">h </w:t>
            </w:r>
            <w:r w:rsidR="00E91BBD">
              <w:rPr>
                <w:rFonts w:ascii="Corbel" w:hAnsi="Corbel"/>
                <w:b w:val="0"/>
                <w:szCs w:val="22"/>
              </w:rPr>
              <w:t>wykluczenia społecznego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4E1A74DB"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0FB40140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79CBB849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14:paraId="1FF4554E" w14:textId="2C293353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7A4C6CD5"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ryzyka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D3AC858" w14:textId="5621CA00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5D25640F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14:paraId="533A0FC2" w14:textId="4866109F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05984014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profilaktyki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08B30A2B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50545903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14:paraId="43B6B98C" w14:textId="185BA98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0F285256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25E51A3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BBD" w:rsidRPr="00B169DF" w14:paraId="620CF61B" w14:textId="77777777" w:rsidTr="006E3CE5">
        <w:tc>
          <w:tcPr>
            <w:tcW w:w="9520" w:type="dxa"/>
          </w:tcPr>
          <w:p w14:paraId="1BCD3A6B" w14:textId="77777777" w:rsidR="00E91BB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– wybrane definicje, pojęcia, analizy, statystyki.</w:t>
            </w:r>
          </w:p>
          <w:p w14:paraId="01E42969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ryzyka osób zagrożonych marginalizacją i wykluczeniem społecznym.</w:t>
            </w:r>
          </w:p>
          <w:p w14:paraId="4FC9AB49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a problem wykluczenia społecznego.</w:t>
            </w:r>
          </w:p>
          <w:p w14:paraId="53F51777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wykluczenia społecznego.</w:t>
            </w:r>
          </w:p>
          <w:p w14:paraId="5D382B67" w14:textId="25B70A9C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– wybrane obszary: ryzyko wykluczenia i marginalizacji kobiet w przestrzeni struktur społecznoprawnych; bezrobocie, bezdomność, uzależnienia, izolacja penitencjarna, seniorzy.</w:t>
            </w:r>
          </w:p>
          <w:p w14:paraId="1936B00F" w14:textId="61403955" w:rsidR="00C61A4D" w:rsidRPr="00C61A4D" w:rsidRDefault="00C61A4D" w:rsidP="00C61A4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a poczucie osamotnienia i braku sensu życia.</w:t>
            </w:r>
          </w:p>
        </w:tc>
      </w:tr>
    </w:tbl>
    <w:p w14:paraId="318F1614" w14:textId="77777777"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4C667604"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17F19A93"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66BBBC20"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67D63E6F" w14:textId="77777777" w:rsidTr="00573475">
        <w:tc>
          <w:tcPr>
            <w:tcW w:w="1962" w:type="dxa"/>
          </w:tcPr>
          <w:p w14:paraId="03858E2C" w14:textId="77777777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BD735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444F830F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308819A" w14:textId="77777777" w:rsidTr="00573475">
        <w:tc>
          <w:tcPr>
            <w:tcW w:w="1962" w:type="dxa"/>
          </w:tcPr>
          <w:p w14:paraId="62B1003F" w14:textId="0F81BE1E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082F7A6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2EDAE77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27730E8A" w14:textId="77777777" w:rsidTr="00573475">
        <w:tc>
          <w:tcPr>
            <w:tcW w:w="1962" w:type="dxa"/>
          </w:tcPr>
          <w:p w14:paraId="62F14B52" w14:textId="50A5AC31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B3735B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23E8424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463F8D27" w14:textId="77777777" w:rsidTr="00573475">
        <w:tc>
          <w:tcPr>
            <w:tcW w:w="1962" w:type="dxa"/>
          </w:tcPr>
          <w:p w14:paraId="2655F32F" w14:textId="6D6EE4AA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C8E33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5A86D243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01A45A1" w14:textId="77777777" w:rsidTr="00573475">
        <w:tc>
          <w:tcPr>
            <w:tcW w:w="1962" w:type="dxa"/>
          </w:tcPr>
          <w:p w14:paraId="5C904A97" w14:textId="4CF97AEE"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27D01675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3FABC28E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7C4CD3D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1F513D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1B07E729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3F917037" w:rsidR="00C61DC5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B8EBB51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1A4D" w:rsidRPr="00B169DF" w14:paraId="73DB77C7" w14:textId="77777777" w:rsidTr="00456661">
        <w:trPr>
          <w:trHeight w:val="6450"/>
        </w:trPr>
        <w:tc>
          <w:tcPr>
            <w:tcW w:w="7513" w:type="dxa"/>
          </w:tcPr>
          <w:p w14:paraId="36520A3E" w14:textId="1050F677" w:rsidR="00C61A4D" w:rsidRPr="00605A00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C61A4D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315F20A" w14:textId="77777777" w:rsidR="00900A68" w:rsidRDefault="00900A68" w:rsidP="00900A68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14:paraId="6BF34378" w14:textId="77777777" w:rsidR="00900A68" w:rsidRPr="0028408B" w:rsidRDefault="00900A68" w:rsidP="00900A68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proofErr w:type="spellStart"/>
            <w:r w:rsidRPr="0028408B">
              <w:rPr>
                <w:rFonts w:ascii="Corbel" w:hAnsi="Corbel"/>
                <w:iCs/>
              </w:rPr>
              <w:t>Gaberle</w:t>
            </w:r>
            <w:proofErr w:type="spellEnd"/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proofErr w:type="spellStart"/>
            <w:r w:rsidRPr="0028408B">
              <w:rPr>
                <w:rFonts w:ascii="Corbel" w:hAnsi="Corbel"/>
                <w:iCs/>
              </w:rPr>
              <w:t>INFOtrade</w:t>
            </w:r>
            <w:proofErr w:type="spellEnd"/>
            <w:r w:rsidRPr="0028408B">
              <w:rPr>
                <w:rFonts w:ascii="Corbel" w:hAnsi="Corbel"/>
                <w:iCs/>
              </w:rPr>
              <w:t>, Gdańsk 2001.</w:t>
            </w:r>
          </w:p>
          <w:p w14:paraId="6E704AA0" w14:textId="00713E2F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Bauman, Z. 2004. Życie na przemiał, Kraków: Wydawnictwo Literackie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4EBDC07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Bauman, Z.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2006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. Praca, konsumpcjonizm i nowi ubodzy, tłum S. </w:t>
            </w:r>
            <w:proofErr w:type="spellStart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Obirek</w:t>
            </w:r>
            <w:proofErr w:type="spellEnd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, Kraków: Wydawnictwo WAM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4764D4C8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Frąckiewicz L., red.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).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 Przeciw wykluczeniu społecznemu osób niepełnosprawnych, </w:t>
            </w:r>
            <w:proofErr w:type="spellStart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IPiSS</w:t>
            </w:r>
            <w:proofErr w:type="spellEnd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, Warszawa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0243C724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Jarosz, M. red.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Wykluczeni. Wymiar społeczny, materialny i etniczny, Warszawa: ISP PAN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7D3B5251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Nóżka, N.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Styl życia bezdomnego człowieka, w: M Dębski, K. Stachura, Oblicza bezdomności, Gdańsk, UG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7D1EE01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Pamiętniki.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2003- 2008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Pamiętniki bezrobotnych, vol. 1-8, Warszawa: Oficyna Wydawnicza SGH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7BA48197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Rakowski, T.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2009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Łowcy, zbieracze, praktycy niemocy. Etnografia człowieka zdegradowanego, Gdańsk, słowo/ obraz terytoria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2586304" w14:textId="14A1ED5D" w:rsidR="00C61A4D" w:rsidRPr="00900A68" w:rsidRDefault="00900A68" w:rsidP="00900A68">
            <w:pPr>
              <w:spacing w:after="0" w:line="240" w:lineRule="auto"/>
              <w:rPr>
                <w:rFonts w:ascii="Corbel" w:hAnsi="Corbel"/>
              </w:rPr>
            </w:pPr>
            <w:r w:rsidRPr="00C61A4D">
              <w:rPr>
                <w:rFonts w:ascii="Corbel" w:hAnsi="Corbel"/>
              </w:rPr>
              <w:t xml:space="preserve">Tarkowska, E. </w:t>
            </w:r>
            <w:r>
              <w:rPr>
                <w:rFonts w:ascii="Corbel" w:hAnsi="Corbel"/>
              </w:rPr>
              <w:t>(</w:t>
            </w:r>
            <w:r w:rsidRPr="00C61A4D">
              <w:rPr>
                <w:rFonts w:ascii="Corbel" w:hAnsi="Corbel"/>
              </w:rPr>
              <w:t>2012</w:t>
            </w:r>
            <w:r>
              <w:rPr>
                <w:rFonts w:ascii="Corbel" w:hAnsi="Corbel"/>
              </w:rPr>
              <w:t>)</w:t>
            </w:r>
            <w:r w:rsidRPr="00C61A4D">
              <w:rPr>
                <w:rFonts w:ascii="Corbel" w:hAnsi="Corbel"/>
              </w:rPr>
              <w:t xml:space="preserve">. Ubóstwo i wykluczenie społeczne: sytuacja i kultura, </w:t>
            </w:r>
            <w:r w:rsidR="00456661">
              <w:rPr>
                <w:rFonts w:ascii="Corbel" w:hAnsi="Corbel"/>
              </w:rPr>
              <w:t>[</w:t>
            </w:r>
            <w:r w:rsidRPr="00C61A4D">
              <w:rPr>
                <w:rFonts w:ascii="Corbel" w:hAnsi="Corbel"/>
              </w:rPr>
              <w:t>w:</w:t>
            </w:r>
            <w:r w:rsidR="00456661">
              <w:rPr>
                <w:rFonts w:ascii="Corbel" w:hAnsi="Corbel"/>
              </w:rPr>
              <w:t>]</w:t>
            </w:r>
            <w:r w:rsidRPr="00C61A4D">
              <w:rPr>
                <w:rFonts w:ascii="Corbel" w:hAnsi="Corbel"/>
              </w:rPr>
              <w:t xml:space="preserve"> Polska początku XXI wieku: przemiany kulturowe i cywilizacyjne, pod redakcją Krzysztofa Frysztackiego i Piotra Sztompki, Warszawa: Polska Akademia Nauk, Komitet Socjologii.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3EF0145C" w14:textId="77777777"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6B3C6A7C" w14:textId="1DB4DF88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2FAB16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16BD2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E21C9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50C08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B0411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00A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C924F" w14:textId="77777777" w:rsidR="00A650A5" w:rsidRDefault="00A650A5" w:rsidP="00C16ABF">
      <w:pPr>
        <w:spacing w:after="0" w:line="240" w:lineRule="auto"/>
      </w:pPr>
      <w:r>
        <w:separator/>
      </w:r>
    </w:p>
  </w:endnote>
  <w:endnote w:type="continuationSeparator" w:id="0">
    <w:p w14:paraId="5A9811DC" w14:textId="77777777" w:rsidR="00A650A5" w:rsidRDefault="00A650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8195E" w14:textId="77777777" w:rsidR="00A650A5" w:rsidRDefault="00A650A5" w:rsidP="00C16ABF">
      <w:pPr>
        <w:spacing w:after="0" w:line="240" w:lineRule="auto"/>
      </w:pPr>
      <w:r>
        <w:separator/>
      </w:r>
    </w:p>
  </w:footnote>
  <w:footnote w:type="continuationSeparator" w:id="0">
    <w:p w14:paraId="34070922" w14:textId="77777777" w:rsidR="00A650A5" w:rsidRDefault="00A650A5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6661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D62CC"/>
    <w:rsid w:val="008E57BF"/>
    <w:rsid w:val="008E64F4"/>
    <w:rsid w:val="008E7C5C"/>
    <w:rsid w:val="008F12C9"/>
    <w:rsid w:val="008F6E29"/>
    <w:rsid w:val="00900A68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50A5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A4D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23C2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1BBD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8F69-F7A0-4F4C-BB53-10146CE6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329</TotalTime>
  <Pages>5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180</cp:revision>
  <cp:lastPrinted>2019-02-06T12:12:00Z</cp:lastPrinted>
  <dcterms:created xsi:type="dcterms:W3CDTF">2023-06-10T14:37:00Z</dcterms:created>
  <dcterms:modified xsi:type="dcterms:W3CDTF">2023-06-11T22:09:00Z</dcterms:modified>
</cp:coreProperties>
</file>